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AFEDE" w14:textId="77777777" w:rsidR="00302193" w:rsidRDefault="008D248E">
      <w:r>
        <w:t>Name: ______________________________</w:t>
      </w:r>
      <w:r>
        <w:tab/>
      </w:r>
      <w:r>
        <w:tab/>
        <w:t>Period: ________</w:t>
      </w:r>
      <w:r>
        <w:tab/>
        <w:t>Date: _____________</w:t>
      </w:r>
    </w:p>
    <w:p w14:paraId="3150684F" w14:textId="77777777" w:rsidR="008D248E" w:rsidRDefault="008D248E"/>
    <w:p w14:paraId="74BE7A7C" w14:textId="393560BF" w:rsidR="008D248E" w:rsidRPr="008D248E" w:rsidRDefault="0045504A" w:rsidP="008D248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Flame Test Lab Report</w:t>
      </w:r>
      <w:r w:rsidR="006B26AC">
        <w:rPr>
          <w:b/>
          <w:sz w:val="44"/>
          <w:szCs w:val="44"/>
        </w:rPr>
        <w:t xml:space="preserve"> Requirements</w:t>
      </w:r>
    </w:p>
    <w:p w14:paraId="4A6DD471" w14:textId="77777777" w:rsidR="008D248E" w:rsidRDefault="008D248E"/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1496"/>
        <w:gridCol w:w="7630"/>
        <w:gridCol w:w="944"/>
      </w:tblGrid>
      <w:tr w:rsidR="004E114D" w14:paraId="246B7013" w14:textId="77777777" w:rsidTr="00CF0C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727BD461" w14:textId="77777777" w:rsidR="0045504A" w:rsidRPr="004E114D" w:rsidRDefault="0045504A" w:rsidP="004E114D">
            <w:pPr>
              <w:spacing w:line="276" w:lineRule="auto"/>
              <w:rPr>
                <w:sz w:val="28"/>
              </w:rPr>
            </w:pPr>
            <w:r w:rsidRPr="004E114D">
              <w:rPr>
                <w:sz w:val="28"/>
              </w:rPr>
              <w:t>Section</w:t>
            </w:r>
          </w:p>
        </w:tc>
        <w:tc>
          <w:tcPr>
            <w:tcW w:w="7630" w:type="dxa"/>
            <w:vAlign w:val="center"/>
          </w:tcPr>
          <w:p w14:paraId="138F8B92" w14:textId="77777777" w:rsidR="0045504A" w:rsidRPr="004E114D" w:rsidRDefault="0045504A" w:rsidP="004E114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4E114D">
              <w:rPr>
                <w:sz w:val="28"/>
              </w:rPr>
              <w:t>Components</w:t>
            </w:r>
          </w:p>
        </w:tc>
        <w:tc>
          <w:tcPr>
            <w:tcW w:w="944" w:type="dxa"/>
            <w:vAlign w:val="center"/>
          </w:tcPr>
          <w:p w14:paraId="04EA1D1C" w14:textId="77777777" w:rsidR="0045504A" w:rsidRPr="004E114D" w:rsidRDefault="0045504A" w:rsidP="004E114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4E114D">
              <w:rPr>
                <w:sz w:val="28"/>
              </w:rPr>
              <w:t>Points</w:t>
            </w:r>
          </w:p>
        </w:tc>
      </w:tr>
      <w:tr w:rsidR="004E114D" w14:paraId="790F508F" w14:textId="77777777" w:rsidTr="00CF0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48B74585" w14:textId="77777777" w:rsidR="0045504A" w:rsidRDefault="0045504A" w:rsidP="004E114D">
            <w:pPr>
              <w:spacing w:line="276" w:lineRule="auto"/>
            </w:pPr>
            <w:r>
              <w:t>Cover page</w:t>
            </w:r>
          </w:p>
        </w:tc>
        <w:tc>
          <w:tcPr>
            <w:tcW w:w="7630" w:type="dxa"/>
            <w:vAlign w:val="center"/>
          </w:tcPr>
          <w:p w14:paraId="39F2D722" w14:textId="77777777" w:rsidR="0045504A" w:rsidRPr="004E114D" w:rsidRDefault="00CF412D" w:rsidP="004E114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3"/>
                <w:szCs w:val="23"/>
              </w:rPr>
            </w:pPr>
            <w:r w:rsidRPr="004E114D">
              <w:rPr>
                <w:sz w:val="23"/>
                <w:szCs w:val="23"/>
              </w:rPr>
              <w:t>Informative title (clearly explains purpose of investigation)</w:t>
            </w:r>
          </w:p>
          <w:p w14:paraId="343408B2" w14:textId="77777777" w:rsidR="0045504A" w:rsidRPr="004E114D" w:rsidRDefault="0045504A" w:rsidP="004E114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3"/>
                <w:szCs w:val="23"/>
              </w:rPr>
            </w:pPr>
            <w:r w:rsidRPr="004E114D">
              <w:rPr>
                <w:sz w:val="23"/>
                <w:szCs w:val="23"/>
              </w:rPr>
              <w:t>Date</w:t>
            </w:r>
          </w:p>
          <w:p w14:paraId="4B3E6A3B" w14:textId="77777777" w:rsidR="0045504A" w:rsidRPr="004E114D" w:rsidRDefault="0045504A" w:rsidP="004E114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3"/>
                <w:szCs w:val="23"/>
              </w:rPr>
            </w:pPr>
            <w:r w:rsidRPr="004E114D">
              <w:rPr>
                <w:sz w:val="23"/>
                <w:szCs w:val="23"/>
              </w:rPr>
              <w:t>Subject</w:t>
            </w:r>
          </w:p>
          <w:p w14:paraId="3E0AEEAA" w14:textId="77777777" w:rsidR="0045504A" w:rsidRDefault="0045504A" w:rsidP="004E114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3"/>
                <w:szCs w:val="23"/>
              </w:rPr>
            </w:pPr>
            <w:r w:rsidRPr="004E114D">
              <w:rPr>
                <w:sz w:val="23"/>
                <w:szCs w:val="23"/>
              </w:rPr>
              <w:t>Group members</w:t>
            </w:r>
          </w:p>
          <w:p w14:paraId="347E43E8" w14:textId="4472D583" w:rsidR="002D3853" w:rsidRPr="004E114D" w:rsidRDefault="002D3853" w:rsidP="004E114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Optional: relevant picture</w:t>
            </w:r>
          </w:p>
        </w:tc>
        <w:tc>
          <w:tcPr>
            <w:tcW w:w="944" w:type="dxa"/>
            <w:vAlign w:val="center"/>
          </w:tcPr>
          <w:p w14:paraId="6AFFF964" w14:textId="77777777" w:rsidR="0045504A" w:rsidRDefault="00CF412D" w:rsidP="004E114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___/</w:t>
            </w:r>
            <w:r w:rsidR="004E114D">
              <w:t>5</w:t>
            </w:r>
          </w:p>
        </w:tc>
      </w:tr>
      <w:tr w:rsidR="004E114D" w14:paraId="47108C38" w14:textId="77777777" w:rsidTr="00CF0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5B92790E" w14:textId="77777777" w:rsidR="0045504A" w:rsidRDefault="0045504A" w:rsidP="004E114D">
            <w:pPr>
              <w:spacing w:line="276" w:lineRule="auto"/>
            </w:pPr>
            <w:r>
              <w:t>Introduction</w:t>
            </w:r>
          </w:p>
        </w:tc>
        <w:tc>
          <w:tcPr>
            <w:tcW w:w="7630" w:type="dxa"/>
            <w:vAlign w:val="center"/>
          </w:tcPr>
          <w:p w14:paraId="1D3AF8B6" w14:textId="77777777" w:rsidR="0045504A" w:rsidRPr="004E114D" w:rsidRDefault="0045504A" w:rsidP="004E114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3"/>
                <w:szCs w:val="23"/>
              </w:rPr>
            </w:pPr>
            <w:r w:rsidRPr="004E114D">
              <w:rPr>
                <w:sz w:val="23"/>
                <w:szCs w:val="23"/>
              </w:rPr>
              <w:t>Provides an overview of the theory behind flame tests</w:t>
            </w:r>
          </w:p>
          <w:p w14:paraId="7A6423CC" w14:textId="77777777" w:rsidR="00CF412D" w:rsidRPr="004E114D" w:rsidRDefault="00CF412D" w:rsidP="004E114D">
            <w:pPr>
              <w:pStyle w:val="ListParagraph"/>
              <w:numPr>
                <w:ilvl w:val="1"/>
                <w:numId w:val="1"/>
              </w:numPr>
              <w:spacing w:line="276" w:lineRule="auto"/>
              <w:ind w:left="10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3"/>
                <w:szCs w:val="23"/>
              </w:rPr>
            </w:pPr>
            <w:r w:rsidRPr="004E114D">
              <w:rPr>
                <w:sz w:val="23"/>
                <w:szCs w:val="23"/>
              </w:rPr>
              <w:t>Include background information that will help reader understand key points of investigation</w:t>
            </w:r>
          </w:p>
          <w:p w14:paraId="6EBE4676" w14:textId="77777777" w:rsidR="0045504A" w:rsidRPr="004E114D" w:rsidRDefault="0045504A" w:rsidP="004E114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3"/>
                <w:szCs w:val="23"/>
              </w:rPr>
            </w:pPr>
            <w:r w:rsidRPr="004E114D">
              <w:rPr>
                <w:sz w:val="23"/>
                <w:szCs w:val="23"/>
              </w:rPr>
              <w:t>Explain purpose of investigation</w:t>
            </w:r>
          </w:p>
          <w:p w14:paraId="14A218BA" w14:textId="77777777" w:rsidR="0045504A" w:rsidRPr="004E114D" w:rsidRDefault="0045504A" w:rsidP="004E114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3"/>
                <w:szCs w:val="23"/>
              </w:rPr>
            </w:pPr>
            <w:r w:rsidRPr="004E114D">
              <w:rPr>
                <w:sz w:val="23"/>
                <w:szCs w:val="23"/>
              </w:rPr>
              <w:t>Explain safety risks of experiment and how you minimized them</w:t>
            </w:r>
          </w:p>
        </w:tc>
        <w:tc>
          <w:tcPr>
            <w:tcW w:w="944" w:type="dxa"/>
            <w:vAlign w:val="center"/>
          </w:tcPr>
          <w:p w14:paraId="299B54CA" w14:textId="77777777" w:rsidR="0045504A" w:rsidRDefault="00CF412D" w:rsidP="004E114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___/</w:t>
            </w:r>
            <w:r w:rsidR="004E114D">
              <w:t>10</w:t>
            </w:r>
          </w:p>
        </w:tc>
      </w:tr>
      <w:tr w:rsidR="004E114D" w14:paraId="3D517D57" w14:textId="77777777" w:rsidTr="00CF0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3FCBD965" w14:textId="77777777" w:rsidR="0045504A" w:rsidRDefault="0045504A" w:rsidP="004E114D">
            <w:pPr>
              <w:spacing w:line="276" w:lineRule="auto"/>
            </w:pPr>
            <w:r>
              <w:t>Materials</w:t>
            </w:r>
          </w:p>
        </w:tc>
        <w:tc>
          <w:tcPr>
            <w:tcW w:w="7630" w:type="dxa"/>
            <w:vAlign w:val="center"/>
          </w:tcPr>
          <w:p w14:paraId="0A5FC8D8" w14:textId="77777777" w:rsidR="0045504A" w:rsidRPr="004E114D" w:rsidRDefault="0045504A" w:rsidP="004E114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3"/>
                <w:szCs w:val="23"/>
              </w:rPr>
            </w:pPr>
            <w:r w:rsidRPr="004E114D">
              <w:rPr>
                <w:sz w:val="23"/>
                <w:szCs w:val="23"/>
              </w:rPr>
              <w:t>List of materials with specific quantities when possible</w:t>
            </w:r>
          </w:p>
        </w:tc>
        <w:tc>
          <w:tcPr>
            <w:tcW w:w="944" w:type="dxa"/>
            <w:vAlign w:val="center"/>
          </w:tcPr>
          <w:p w14:paraId="17A8AF15" w14:textId="77777777" w:rsidR="0045504A" w:rsidRDefault="00CF412D" w:rsidP="004E114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___/</w:t>
            </w:r>
            <w:r w:rsidR="004E114D">
              <w:t>5</w:t>
            </w:r>
          </w:p>
        </w:tc>
      </w:tr>
      <w:tr w:rsidR="004E114D" w14:paraId="35C047F5" w14:textId="77777777" w:rsidTr="00CF0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7A423BBB" w14:textId="77777777" w:rsidR="0045504A" w:rsidRDefault="0045504A" w:rsidP="004E114D">
            <w:pPr>
              <w:spacing w:line="276" w:lineRule="auto"/>
            </w:pPr>
            <w:r>
              <w:t>Procedure</w:t>
            </w:r>
          </w:p>
        </w:tc>
        <w:tc>
          <w:tcPr>
            <w:tcW w:w="7630" w:type="dxa"/>
            <w:vAlign w:val="center"/>
          </w:tcPr>
          <w:p w14:paraId="59FA7FED" w14:textId="77777777" w:rsidR="0045504A" w:rsidRPr="004E114D" w:rsidRDefault="0045504A" w:rsidP="004E114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3"/>
                <w:szCs w:val="23"/>
              </w:rPr>
            </w:pPr>
            <w:r w:rsidRPr="004E114D">
              <w:rPr>
                <w:sz w:val="23"/>
                <w:szCs w:val="23"/>
              </w:rPr>
              <w:t>Step-by-step explanation of experimental procedure</w:t>
            </w:r>
          </w:p>
          <w:p w14:paraId="7A0A7ED6" w14:textId="77777777" w:rsidR="0045504A" w:rsidRPr="004E114D" w:rsidRDefault="0045504A" w:rsidP="004E114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3"/>
                <w:szCs w:val="23"/>
              </w:rPr>
            </w:pPr>
            <w:r w:rsidRPr="004E114D">
              <w:rPr>
                <w:sz w:val="23"/>
                <w:szCs w:val="23"/>
              </w:rPr>
              <w:t>Past tense</w:t>
            </w:r>
          </w:p>
          <w:p w14:paraId="7FB0CC7A" w14:textId="77777777" w:rsidR="0045504A" w:rsidRPr="004E114D" w:rsidRDefault="0045504A" w:rsidP="004E114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3"/>
                <w:szCs w:val="23"/>
              </w:rPr>
            </w:pPr>
            <w:r w:rsidRPr="004E114D">
              <w:rPr>
                <w:sz w:val="23"/>
                <w:szCs w:val="23"/>
              </w:rPr>
              <w:t>3</w:t>
            </w:r>
            <w:r w:rsidRPr="004E114D">
              <w:rPr>
                <w:sz w:val="23"/>
                <w:szCs w:val="23"/>
                <w:vertAlign w:val="superscript"/>
              </w:rPr>
              <w:t>rd</w:t>
            </w:r>
            <w:r w:rsidRPr="004E114D">
              <w:rPr>
                <w:sz w:val="23"/>
                <w:szCs w:val="23"/>
              </w:rPr>
              <w:t xml:space="preserve"> person</w:t>
            </w:r>
          </w:p>
          <w:p w14:paraId="3CA16486" w14:textId="77777777" w:rsidR="00CF412D" w:rsidRPr="004E114D" w:rsidRDefault="00CF412D" w:rsidP="004E114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3"/>
                <w:szCs w:val="23"/>
              </w:rPr>
            </w:pPr>
            <w:r w:rsidRPr="004E114D">
              <w:rPr>
                <w:sz w:val="23"/>
                <w:szCs w:val="23"/>
              </w:rPr>
              <w:t>Clear and concise</w:t>
            </w:r>
          </w:p>
        </w:tc>
        <w:tc>
          <w:tcPr>
            <w:tcW w:w="944" w:type="dxa"/>
            <w:vAlign w:val="center"/>
          </w:tcPr>
          <w:p w14:paraId="169A3A6E" w14:textId="77777777" w:rsidR="0045504A" w:rsidRDefault="00CF412D" w:rsidP="004E114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___/</w:t>
            </w:r>
            <w:r w:rsidR="004E114D">
              <w:t>5</w:t>
            </w:r>
          </w:p>
        </w:tc>
      </w:tr>
      <w:tr w:rsidR="004E114D" w14:paraId="22482384" w14:textId="77777777" w:rsidTr="00CF0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2C954C1C" w14:textId="77777777" w:rsidR="0045504A" w:rsidRDefault="0045504A" w:rsidP="004E114D">
            <w:pPr>
              <w:spacing w:line="276" w:lineRule="auto"/>
            </w:pPr>
            <w:r>
              <w:t>Data</w:t>
            </w:r>
          </w:p>
        </w:tc>
        <w:tc>
          <w:tcPr>
            <w:tcW w:w="7630" w:type="dxa"/>
            <w:vAlign w:val="center"/>
          </w:tcPr>
          <w:p w14:paraId="76959A4C" w14:textId="77777777" w:rsidR="0045504A" w:rsidRPr="004E114D" w:rsidRDefault="0045504A" w:rsidP="004E114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3"/>
                <w:szCs w:val="23"/>
              </w:rPr>
            </w:pPr>
            <w:r w:rsidRPr="004E114D">
              <w:rPr>
                <w:sz w:val="23"/>
                <w:szCs w:val="23"/>
              </w:rPr>
              <w:t>Observed flame colors for known and unknown substances</w:t>
            </w:r>
          </w:p>
          <w:p w14:paraId="644D446D" w14:textId="4FCD54BB" w:rsidR="0045504A" w:rsidRPr="004E114D" w:rsidRDefault="0045504A" w:rsidP="004E114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3"/>
                <w:szCs w:val="23"/>
              </w:rPr>
            </w:pPr>
            <w:r w:rsidRPr="004E114D">
              <w:rPr>
                <w:sz w:val="23"/>
                <w:szCs w:val="23"/>
              </w:rPr>
              <w:t xml:space="preserve">Electron configurations for </w:t>
            </w:r>
            <w:r w:rsidR="003401EB">
              <w:rPr>
                <w:sz w:val="23"/>
                <w:szCs w:val="23"/>
              </w:rPr>
              <w:t>known substances</w:t>
            </w:r>
            <w:r w:rsidR="006B26AC">
              <w:rPr>
                <w:sz w:val="23"/>
                <w:szCs w:val="23"/>
              </w:rPr>
              <w:t xml:space="preserve"> (full and abbreviated)</w:t>
            </w:r>
          </w:p>
          <w:p w14:paraId="0346FC51" w14:textId="77777777" w:rsidR="0045504A" w:rsidRPr="004E114D" w:rsidRDefault="0045504A" w:rsidP="004E114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3"/>
                <w:szCs w:val="23"/>
              </w:rPr>
            </w:pPr>
            <w:r w:rsidRPr="004E114D">
              <w:rPr>
                <w:sz w:val="23"/>
                <w:szCs w:val="23"/>
              </w:rPr>
              <w:t>Proposed identities of unknown substances</w:t>
            </w:r>
          </w:p>
        </w:tc>
        <w:tc>
          <w:tcPr>
            <w:tcW w:w="944" w:type="dxa"/>
            <w:vAlign w:val="center"/>
          </w:tcPr>
          <w:p w14:paraId="554A666C" w14:textId="13A4DDDB" w:rsidR="0045504A" w:rsidRDefault="00CF412D" w:rsidP="004E114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___/</w:t>
            </w:r>
            <w:r w:rsidR="00CF0C6D">
              <w:t>25</w:t>
            </w:r>
          </w:p>
        </w:tc>
      </w:tr>
      <w:tr w:rsidR="004E114D" w14:paraId="43857FC5" w14:textId="77777777" w:rsidTr="00CF0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4487471C" w14:textId="77777777" w:rsidR="0045504A" w:rsidRDefault="0045504A" w:rsidP="004E114D">
            <w:pPr>
              <w:spacing w:line="276" w:lineRule="auto"/>
            </w:pPr>
            <w:r>
              <w:t>Analysis/</w:t>
            </w:r>
            <w:r w:rsidR="004E114D">
              <w:t xml:space="preserve"> </w:t>
            </w:r>
            <w:r w:rsidR="00CF412D">
              <w:t>D</w:t>
            </w:r>
            <w:r>
              <w:t>iscussion</w:t>
            </w:r>
          </w:p>
        </w:tc>
        <w:tc>
          <w:tcPr>
            <w:tcW w:w="7630" w:type="dxa"/>
            <w:vAlign w:val="center"/>
          </w:tcPr>
          <w:p w14:paraId="14BFD3F1" w14:textId="5B7F4F1D" w:rsidR="0045504A" w:rsidRPr="004E114D" w:rsidRDefault="00CF412D" w:rsidP="004E114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3"/>
                <w:szCs w:val="23"/>
              </w:rPr>
            </w:pPr>
            <w:r w:rsidRPr="004E114D">
              <w:rPr>
                <w:sz w:val="23"/>
                <w:szCs w:val="23"/>
              </w:rPr>
              <w:t xml:space="preserve">Accurately and concisely </w:t>
            </w:r>
            <w:r w:rsidR="002D3853">
              <w:rPr>
                <w:sz w:val="23"/>
                <w:szCs w:val="23"/>
              </w:rPr>
              <w:t>summarize data, d</w:t>
            </w:r>
            <w:r w:rsidRPr="004E114D">
              <w:rPr>
                <w:sz w:val="23"/>
                <w:szCs w:val="23"/>
              </w:rPr>
              <w:t>escribe any trends or patterns (or lack thereof)</w:t>
            </w:r>
          </w:p>
          <w:p w14:paraId="1E328511" w14:textId="77777777" w:rsidR="00CF412D" w:rsidRPr="004E114D" w:rsidRDefault="00CF412D" w:rsidP="004E114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3"/>
                <w:szCs w:val="23"/>
              </w:rPr>
            </w:pPr>
            <w:r w:rsidRPr="004E114D">
              <w:rPr>
                <w:sz w:val="23"/>
                <w:szCs w:val="23"/>
              </w:rPr>
              <w:t>Discuss relationship between results and background information on which hypothesis was based</w:t>
            </w:r>
          </w:p>
          <w:p w14:paraId="13279FB7" w14:textId="77777777" w:rsidR="00CF412D" w:rsidRPr="004E114D" w:rsidRDefault="00CF412D" w:rsidP="004E114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3"/>
                <w:szCs w:val="23"/>
              </w:rPr>
            </w:pPr>
            <w:r w:rsidRPr="004E114D">
              <w:rPr>
                <w:sz w:val="23"/>
                <w:szCs w:val="23"/>
              </w:rPr>
              <w:t>Explain your sources of error and how to correct them</w:t>
            </w:r>
          </w:p>
          <w:p w14:paraId="7226EE58" w14:textId="77777777" w:rsidR="00CF412D" w:rsidRPr="004E114D" w:rsidRDefault="00CF412D" w:rsidP="004E114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3"/>
                <w:szCs w:val="23"/>
              </w:rPr>
            </w:pPr>
            <w:r w:rsidRPr="004E114D">
              <w:rPr>
                <w:sz w:val="23"/>
                <w:szCs w:val="23"/>
              </w:rPr>
              <w:t>Include improvements for future experiments</w:t>
            </w:r>
          </w:p>
        </w:tc>
        <w:tc>
          <w:tcPr>
            <w:tcW w:w="944" w:type="dxa"/>
            <w:vAlign w:val="center"/>
          </w:tcPr>
          <w:p w14:paraId="5A928F04" w14:textId="77777777" w:rsidR="0045504A" w:rsidRDefault="00CF412D" w:rsidP="004E114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___/</w:t>
            </w:r>
            <w:r w:rsidR="004E114D">
              <w:t>20</w:t>
            </w:r>
          </w:p>
        </w:tc>
      </w:tr>
      <w:tr w:rsidR="004E114D" w14:paraId="0AC97A4B" w14:textId="77777777" w:rsidTr="00CF0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738370F2" w14:textId="77777777" w:rsidR="0045504A" w:rsidRDefault="0045504A" w:rsidP="004E114D">
            <w:pPr>
              <w:spacing w:line="276" w:lineRule="auto"/>
            </w:pPr>
            <w:r>
              <w:t>Conclusion</w:t>
            </w:r>
          </w:p>
        </w:tc>
        <w:tc>
          <w:tcPr>
            <w:tcW w:w="7630" w:type="dxa"/>
            <w:vAlign w:val="center"/>
          </w:tcPr>
          <w:p w14:paraId="1490DF97" w14:textId="77777777" w:rsidR="0045504A" w:rsidRPr="004E114D" w:rsidRDefault="00CF412D" w:rsidP="004E114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3"/>
                <w:szCs w:val="23"/>
              </w:rPr>
            </w:pPr>
            <w:r w:rsidRPr="004E114D">
              <w:rPr>
                <w:sz w:val="23"/>
                <w:szCs w:val="23"/>
              </w:rPr>
              <w:t>A brief statement of the conclusion you have drawn from the experiment</w:t>
            </w:r>
          </w:p>
          <w:p w14:paraId="30E5E842" w14:textId="77777777" w:rsidR="00CF412D" w:rsidRPr="004E114D" w:rsidRDefault="00CF412D" w:rsidP="004E114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3"/>
                <w:szCs w:val="23"/>
              </w:rPr>
            </w:pPr>
            <w:r w:rsidRPr="004E114D">
              <w:rPr>
                <w:sz w:val="23"/>
                <w:szCs w:val="23"/>
              </w:rPr>
              <w:t>Clearly and accurately connect investigation to a real-world example</w:t>
            </w:r>
          </w:p>
        </w:tc>
        <w:tc>
          <w:tcPr>
            <w:tcW w:w="944" w:type="dxa"/>
            <w:vAlign w:val="center"/>
          </w:tcPr>
          <w:p w14:paraId="7F0C0284" w14:textId="77777777" w:rsidR="0045504A" w:rsidRDefault="00CF412D" w:rsidP="004E114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___/</w:t>
            </w:r>
            <w:r w:rsidR="004E114D">
              <w:t>10</w:t>
            </w:r>
          </w:p>
        </w:tc>
      </w:tr>
      <w:tr w:rsidR="004E114D" w14:paraId="69DBB3C1" w14:textId="77777777" w:rsidTr="00CF0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6E6537EE" w14:textId="77777777" w:rsidR="0045504A" w:rsidRDefault="0045504A" w:rsidP="004E114D">
            <w:pPr>
              <w:spacing w:line="276" w:lineRule="auto"/>
            </w:pPr>
            <w:r>
              <w:t>Reflection</w:t>
            </w:r>
          </w:p>
        </w:tc>
        <w:tc>
          <w:tcPr>
            <w:tcW w:w="7630" w:type="dxa"/>
            <w:vAlign w:val="center"/>
          </w:tcPr>
          <w:p w14:paraId="3C1F9781" w14:textId="77777777" w:rsidR="0045504A" w:rsidRPr="004E114D" w:rsidRDefault="00CF412D" w:rsidP="004E114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3"/>
                <w:szCs w:val="23"/>
              </w:rPr>
            </w:pPr>
            <w:r w:rsidRPr="004E114D">
              <w:rPr>
                <w:sz w:val="23"/>
                <w:szCs w:val="23"/>
              </w:rPr>
              <w:t>Includes thoughts on the success of tasks, any problems encountered, and how you overcame them</w:t>
            </w:r>
          </w:p>
        </w:tc>
        <w:tc>
          <w:tcPr>
            <w:tcW w:w="944" w:type="dxa"/>
            <w:vAlign w:val="center"/>
          </w:tcPr>
          <w:p w14:paraId="2303F506" w14:textId="47426576" w:rsidR="0045504A" w:rsidRDefault="00CF412D" w:rsidP="004E114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___/</w:t>
            </w:r>
            <w:r w:rsidR="00CF0C6D">
              <w:t>5</w:t>
            </w:r>
          </w:p>
        </w:tc>
      </w:tr>
      <w:tr w:rsidR="004E114D" w14:paraId="7D50FE77" w14:textId="77777777" w:rsidTr="00CF0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2C8BE561" w14:textId="77777777" w:rsidR="0045504A" w:rsidRDefault="0045504A" w:rsidP="004E114D">
            <w:pPr>
              <w:spacing w:line="276" w:lineRule="auto"/>
            </w:pPr>
            <w:r>
              <w:t>Works cited</w:t>
            </w:r>
          </w:p>
        </w:tc>
        <w:tc>
          <w:tcPr>
            <w:tcW w:w="7630" w:type="dxa"/>
            <w:vAlign w:val="center"/>
          </w:tcPr>
          <w:p w14:paraId="0DEB9428" w14:textId="77777777" w:rsidR="0045504A" w:rsidRPr="004E114D" w:rsidRDefault="00CF412D" w:rsidP="004E114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3"/>
                <w:szCs w:val="23"/>
              </w:rPr>
            </w:pPr>
            <w:r w:rsidRPr="004E114D">
              <w:rPr>
                <w:sz w:val="23"/>
                <w:szCs w:val="23"/>
              </w:rPr>
              <w:t>List of all sources referred to in the report (at least 3 sources)</w:t>
            </w:r>
          </w:p>
        </w:tc>
        <w:tc>
          <w:tcPr>
            <w:tcW w:w="944" w:type="dxa"/>
            <w:vAlign w:val="center"/>
          </w:tcPr>
          <w:p w14:paraId="219F74CF" w14:textId="77777777" w:rsidR="0045504A" w:rsidRDefault="00CF412D" w:rsidP="004E114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___/</w:t>
            </w:r>
            <w:r w:rsidR="004E114D">
              <w:t>5</w:t>
            </w:r>
          </w:p>
        </w:tc>
      </w:tr>
      <w:tr w:rsidR="004E114D" w14:paraId="37E3E83F" w14:textId="77777777" w:rsidTr="00CF0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273F1032" w14:textId="77777777" w:rsidR="0045504A" w:rsidRDefault="0045504A" w:rsidP="004E114D">
            <w:pPr>
              <w:spacing w:line="276" w:lineRule="auto"/>
            </w:pPr>
            <w:r>
              <w:t>Formatting</w:t>
            </w:r>
          </w:p>
        </w:tc>
        <w:tc>
          <w:tcPr>
            <w:tcW w:w="7630" w:type="dxa"/>
            <w:vAlign w:val="center"/>
          </w:tcPr>
          <w:p w14:paraId="395D1678" w14:textId="77777777" w:rsidR="0045504A" w:rsidRPr="004E114D" w:rsidRDefault="00CF412D" w:rsidP="004E114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3"/>
                <w:szCs w:val="23"/>
              </w:rPr>
            </w:pPr>
            <w:r w:rsidRPr="004E114D">
              <w:rPr>
                <w:sz w:val="23"/>
                <w:szCs w:val="23"/>
              </w:rPr>
              <w:t>Entire document is MLA formatted</w:t>
            </w:r>
          </w:p>
        </w:tc>
        <w:tc>
          <w:tcPr>
            <w:tcW w:w="944" w:type="dxa"/>
            <w:vAlign w:val="center"/>
          </w:tcPr>
          <w:p w14:paraId="4333DE4C" w14:textId="77777777" w:rsidR="0045504A" w:rsidRDefault="00CF412D" w:rsidP="004E114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___/</w:t>
            </w:r>
            <w:r w:rsidR="004E114D">
              <w:t>5</w:t>
            </w:r>
          </w:p>
        </w:tc>
      </w:tr>
      <w:tr w:rsidR="004E114D" w14:paraId="5DD0B85C" w14:textId="77777777" w:rsidTr="00CF0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3D517C2C" w14:textId="77777777" w:rsidR="0045504A" w:rsidRDefault="0045504A" w:rsidP="004E114D">
            <w:pPr>
              <w:spacing w:line="276" w:lineRule="auto"/>
            </w:pPr>
            <w:r>
              <w:t>Grammar, punctuation, spelling</w:t>
            </w:r>
          </w:p>
        </w:tc>
        <w:tc>
          <w:tcPr>
            <w:tcW w:w="7630" w:type="dxa"/>
            <w:vAlign w:val="center"/>
          </w:tcPr>
          <w:p w14:paraId="7A15822B" w14:textId="77777777" w:rsidR="0045504A" w:rsidRPr="004E114D" w:rsidRDefault="00CF412D" w:rsidP="004E114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3"/>
                <w:szCs w:val="23"/>
              </w:rPr>
            </w:pPr>
            <w:r w:rsidRPr="004E114D">
              <w:rPr>
                <w:sz w:val="23"/>
                <w:szCs w:val="23"/>
              </w:rPr>
              <w:t>Written in past tense</w:t>
            </w:r>
          </w:p>
          <w:p w14:paraId="262F91D3" w14:textId="77777777" w:rsidR="00CF412D" w:rsidRPr="004E114D" w:rsidRDefault="00CF412D" w:rsidP="004E114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3"/>
                <w:szCs w:val="23"/>
              </w:rPr>
            </w:pPr>
            <w:r w:rsidRPr="004E114D">
              <w:rPr>
                <w:sz w:val="23"/>
                <w:szCs w:val="23"/>
              </w:rPr>
              <w:t>Grammar, punctuation, and spelling is correct</w:t>
            </w:r>
          </w:p>
          <w:p w14:paraId="09FA1C34" w14:textId="77777777" w:rsidR="00CF412D" w:rsidRPr="004E114D" w:rsidRDefault="00CF412D" w:rsidP="004E114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3"/>
                <w:szCs w:val="23"/>
              </w:rPr>
            </w:pPr>
            <w:r w:rsidRPr="004E114D">
              <w:rPr>
                <w:sz w:val="23"/>
                <w:szCs w:val="23"/>
              </w:rPr>
              <w:t>Subscripts/superscripts used properly (CO</w:t>
            </w:r>
            <w:r w:rsidRPr="004E114D">
              <w:rPr>
                <w:sz w:val="23"/>
                <w:szCs w:val="23"/>
                <w:vertAlign w:val="subscript"/>
              </w:rPr>
              <w:t>2</w:t>
            </w:r>
            <w:r w:rsidRPr="004E114D">
              <w:rPr>
                <w:sz w:val="23"/>
                <w:szCs w:val="23"/>
              </w:rPr>
              <w:t>, not CO2)</w:t>
            </w:r>
          </w:p>
        </w:tc>
        <w:tc>
          <w:tcPr>
            <w:tcW w:w="944" w:type="dxa"/>
            <w:vAlign w:val="center"/>
          </w:tcPr>
          <w:p w14:paraId="5B18B47B" w14:textId="77777777" w:rsidR="0045504A" w:rsidRDefault="00CF412D" w:rsidP="004E114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___/</w:t>
            </w:r>
            <w:r w:rsidR="004E114D">
              <w:t>5</w:t>
            </w:r>
          </w:p>
        </w:tc>
      </w:tr>
      <w:tr w:rsidR="00EB1145" w14:paraId="5B9D95C5" w14:textId="77777777" w:rsidTr="00EB1145">
        <w:trPr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0" w:type="dxa"/>
            <w:gridSpan w:val="3"/>
            <w:vAlign w:val="center"/>
          </w:tcPr>
          <w:p w14:paraId="70BA3EF1" w14:textId="340D98D1" w:rsidR="00EB1145" w:rsidRDefault="00EB1145" w:rsidP="004E114D">
            <w:pPr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Overall Score:</w:t>
            </w:r>
          </w:p>
          <w:p w14:paraId="08AC47BF" w14:textId="77777777" w:rsidR="00EB1145" w:rsidRDefault="00EB1145" w:rsidP="004E114D">
            <w:pPr>
              <w:spacing w:line="276" w:lineRule="auto"/>
              <w:rPr>
                <w:sz w:val="23"/>
                <w:szCs w:val="23"/>
              </w:rPr>
            </w:pPr>
            <w:bookmarkStart w:id="0" w:name="_GoBack"/>
            <w:bookmarkEnd w:id="0"/>
          </w:p>
          <w:p w14:paraId="07442073" w14:textId="37E53F4D" w:rsidR="00EB1145" w:rsidRDefault="00EB1145" w:rsidP="004E114D">
            <w:pPr>
              <w:spacing w:line="276" w:lineRule="auto"/>
            </w:pPr>
          </w:p>
        </w:tc>
      </w:tr>
    </w:tbl>
    <w:p w14:paraId="29CEC812" w14:textId="77777777" w:rsidR="00EB1145" w:rsidRDefault="00EB1145"/>
    <w:sectPr w:rsidR="00EB1145" w:rsidSect="00CF412D">
      <w:pgSz w:w="12240" w:h="15840"/>
      <w:pgMar w:top="720" w:right="1080" w:bottom="835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A38EB"/>
    <w:multiLevelType w:val="hybridMultilevel"/>
    <w:tmpl w:val="9CD4D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04A"/>
    <w:rsid w:val="00027BA1"/>
    <w:rsid w:val="002760CE"/>
    <w:rsid w:val="002D3853"/>
    <w:rsid w:val="00302193"/>
    <w:rsid w:val="00315846"/>
    <w:rsid w:val="003401EB"/>
    <w:rsid w:val="003914E3"/>
    <w:rsid w:val="0045504A"/>
    <w:rsid w:val="004E114D"/>
    <w:rsid w:val="006B26AC"/>
    <w:rsid w:val="008D248E"/>
    <w:rsid w:val="00B21C4F"/>
    <w:rsid w:val="00B7196B"/>
    <w:rsid w:val="00BA0040"/>
    <w:rsid w:val="00CF0C6D"/>
    <w:rsid w:val="00CF412D"/>
    <w:rsid w:val="00EB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4297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50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504A"/>
    <w:pPr>
      <w:ind w:left="720"/>
      <w:contextualSpacing/>
    </w:pPr>
  </w:style>
  <w:style w:type="table" w:styleId="GridTable4-Accent1">
    <w:name w:val="Grid Table 4 Accent 1"/>
    <w:basedOn w:val="TableNormal"/>
    <w:uiPriority w:val="49"/>
    <w:rsid w:val="004E114D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 Doc.dotx</Template>
  <TotalTime>5</TotalTime>
  <Pages>1</Pages>
  <Words>267</Words>
  <Characters>1527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6</cp:revision>
  <cp:lastPrinted>2016-10-09T18:30:00Z</cp:lastPrinted>
  <dcterms:created xsi:type="dcterms:W3CDTF">2017-09-22T13:20:00Z</dcterms:created>
  <dcterms:modified xsi:type="dcterms:W3CDTF">2017-09-22T13:25:00Z</dcterms:modified>
</cp:coreProperties>
</file>